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B2EBC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970EE8">
        <w:rPr>
          <w:rFonts w:ascii="Corbel" w:hAnsi="Corbel"/>
          <w:sz w:val="20"/>
          <w:szCs w:val="20"/>
        </w:rPr>
        <w:t xml:space="preserve">akademicki </w:t>
      </w:r>
      <w:r w:rsidR="003B2EBC">
        <w:rPr>
          <w:rFonts w:ascii="Corbel" w:hAnsi="Corbel"/>
          <w:sz w:val="20"/>
          <w:szCs w:val="20"/>
        </w:rPr>
        <w:t>2023/</w:t>
      </w:r>
      <w:r w:rsidR="00970EE8">
        <w:rPr>
          <w:rFonts w:ascii="Corbel" w:hAnsi="Corbel"/>
          <w:sz w:val="20"/>
          <w:szCs w:val="20"/>
        </w:rPr>
        <w:t>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3B2EB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B2EBC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2EBC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:rsidTr="003B2EB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PRP49</w:t>
            </w:r>
            <w:bookmarkEnd w:id="0"/>
          </w:p>
        </w:tc>
      </w:tr>
      <w:tr w:rsidR="0085747A" w:rsidRPr="009C54AE" w:rsidTr="003B2EBC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4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 semestr 10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Dr Artur Maz</w:t>
            </w:r>
            <w:r>
              <w:rPr>
                <w:rFonts w:ascii="Corbel" w:hAnsi="Corbel"/>
                <w:b w:val="0"/>
                <w:sz w:val="24"/>
                <w:szCs w:val="24"/>
              </w:rPr>
              <w:t>urkiewicz,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B2E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B2EB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70EE8" w:rsidRPr="00887D69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70EE8" w:rsidRPr="009C54AE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B2EBC" w:rsidRPr="009C54AE" w:rsidRDefault="003B2E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B2EB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24C6E" w:rsidRPr="009C54AE" w:rsidRDefault="00B24C6E" w:rsidP="00B24C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24C6E" w:rsidRPr="009C54AE" w:rsidRDefault="00B24C6E" w:rsidP="00B24C6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4C6E" w:rsidRPr="009C54AE" w:rsidTr="00061B3C">
        <w:tc>
          <w:tcPr>
            <w:tcW w:w="1701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Pr="009C54A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B24C6E" w:rsidRPr="009C54A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:rsidR="00B24C6E" w:rsidRPr="009C54A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24C6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</w:tc>
        <w:tc>
          <w:tcPr>
            <w:tcW w:w="1873" w:type="dxa"/>
          </w:tcPr>
          <w:p w:rsidR="00B24C6E" w:rsidRPr="001C3AD1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24C6E" w:rsidRPr="009C54AE" w:rsidTr="00061B3C">
        <w:tc>
          <w:tcPr>
            <w:tcW w:w="1701" w:type="dxa"/>
          </w:tcPr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3B2EBC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B24C6E" w:rsidRPr="00AF4738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C6E" w:rsidTr="00923D7D">
        <w:tc>
          <w:tcPr>
            <w:tcW w:w="9639" w:type="dxa"/>
          </w:tcPr>
          <w:p w:rsidR="0085747A" w:rsidRPr="00B24C6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B24C6E" w:rsidTr="002A15A3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564"/>
            </w:tblGrid>
            <w:tr w:rsidR="0024120D" w:rsidRPr="00B24C6E" w:rsidTr="00C43C6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44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 xml:space="preserve">  3 godz.</w:t>
                  </w:r>
                </w:p>
              </w:tc>
            </w:tr>
            <w:tr w:rsidR="0024120D" w:rsidRPr="00B24C6E" w:rsidTr="00C43C6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Źródła prawa, Zasady ogólne prawa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24120D" w:rsidRPr="00B24C6E" w:rsidTr="00C43C6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B24C6E" w:rsidTr="00C43C68">
              <w:trPr>
                <w:trHeight w:val="285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:rsidR="0024120D" w:rsidRPr="00B24C6E" w:rsidRDefault="0024120D" w:rsidP="0024120D">
                  <w:pPr>
                    <w:spacing w:after="0" w:line="240" w:lineRule="auto"/>
                    <w:ind w:left="53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B24C6E" w:rsidTr="00C43C6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24120D" w:rsidRPr="00B24C6E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24C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24C6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C6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24C6E">
        <w:rPr>
          <w:rFonts w:ascii="Corbel" w:hAnsi="Corbel"/>
          <w:sz w:val="24"/>
          <w:szCs w:val="24"/>
        </w:rPr>
        <w:t xml:space="preserve">, </w:t>
      </w:r>
      <w:r w:rsidRPr="00B24C6E">
        <w:rPr>
          <w:rFonts w:ascii="Corbel" w:hAnsi="Corbel"/>
          <w:sz w:val="24"/>
          <w:szCs w:val="24"/>
        </w:rPr>
        <w:t xml:space="preserve">zajęć praktycznych </w:t>
      </w:r>
    </w:p>
    <w:p w:rsidR="00647A03" w:rsidRPr="00B24C6E" w:rsidRDefault="00647A03" w:rsidP="00853F96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A03" w:rsidRPr="00B24C6E" w:rsidTr="0033735A">
        <w:tc>
          <w:tcPr>
            <w:tcW w:w="9639" w:type="dxa"/>
          </w:tcPr>
          <w:p w:rsidR="00647A03" w:rsidRPr="00B24C6E" w:rsidRDefault="00647A03" w:rsidP="003373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A03" w:rsidRPr="00B24C6E" w:rsidTr="0033735A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5"/>
              <w:gridCol w:w="2569"/>
            </w:tblGrid>
            <w:tr w:rsidR="00647A03" w:rsidRPr="00B24C6E" w:rsidTr="0033735A">
              <w:trPr>
                <w:trHeight w:val="261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88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63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89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25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33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AF7A65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7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AF7A65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95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52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B2EBC">
                  <w:pPr>
                    <w:spacing w:after="0" w:line="240" w:lineRule="auto"/>
                    <w:ind w:left="1122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647A03" w:rsidRPr="00B24C6E" w:rsidRDefault="00647A03" w:rsidP="0033735A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Wykład:</w:t>
      </w:r>
      <w:r w:rsidRPr="0024120D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:rsidR="0085747A" w:rsidRP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Ćwiczenia:</w:t>
      </w:r>
      <w:r w:rsidRPr="0024120D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3B2E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B2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3F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F96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3F52FF" w:rsidRPr="003F52FF" w:rsidRDefault="0024120D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24120D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Ćwiczenia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24120D">
              <w:rPr>
                <w:rFonts w:ascii="Corbel" w:hAnsi="Corbel"/>
                <w:sz w:val="24"/>
                <w:szCs w:val="24"/>
              </w:rPr>
              <w:t>iał w zaliczeniach i egzaminie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F52FF" w:rsidRPr="009C54AE" w:rsidRDefault="003F52FF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53F96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3B2E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3B2E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3B2EBC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B2E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B2EBC" w:rsidRPr="003B2EBC" w:rsidRDefault="003B2EB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Stelmasiak (red.)</w:t>
            </w:r>
            <w:r w:rsidR="00AF7A65">
              <w:rPr>
                <w:rFonts w:ascii="Corbel" w:eastAsia="Cambria" w:hAnsi="Corbel"/>
              </w:rPr>
              <w:t xml:space="preserve"> </w:t>
            </w:r>
            <w:r w:rsidRPr="00676775">
              <w:rPr>
                <w:rFonts w:ascii="Corbel" w:eastAsia="Cambria" w:hAnsi="Corbel"/>
              </w:rPr>
              <w:t xml:space="preserve">Prawo ochrony środowiska, </w:t>
            </w:r>
            <w:proofErr w:type="spellStart"/>
            <w:r w:rsidRPr="00676775">
              <w:rPr>
                <w:rFonts w:ascii="Corbel" w:eastAsia="Cambria" w:hAnsi="Corbel"/>
              </w:rPr>
              <w:t>LexisNexis</w:t>
            </w:r>
            <w:proofErr w:type="spellEnd"/>
            <w:r w:rsidRPr="00676775">
              <w:rPr>
                <w:rFonts w:ascii="Corbel" w:eastAsia="Cambria" w:hAnsi="Corbel"/>
              </w:rPr>
              <w:t xml:space="preserve"> - Warszawa 2009.</w:t>
            </w:r>
          </w:p>
        </w:tc>
      </w:tr>
      <w:tr w:rsidR="0085747A" w:rsidRPr="009C54AE" w:rsidTr="003B2EBC">
        <w:trPr>
          <w:trHeight w:val="397"/>
        </w:trPr>
        <w:tc>
          <w:tcPr>
            <w:tcW w:w="7513" w:type="dxa"/>
          </w:tcPr>
          <w:p w:rsidR="00647A03" w:rsidRDefault="00647A03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B2E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B2EBC" w:rsidRPr="003B2EBC" w:rsidRDefault="003B2EBC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S. Pieprzny, Problemy współczesnej administracji w Polsce, Rzeszów 2016.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Warszawa 2012,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Prawo ochrony i zarządzania środowiskiem, Warszawa 2019,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Ochrona przyrody, Warszawa 2014,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W. Radecki, S. Urban, Prawo ochrony środowiska. Komentarz, C. H. BECK 2019.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B. Rakoczy, Ochrona środowiska w praktyce gmin, Wolters Kluwer, Warszawa 2020. </w:t>
            </w:r>
          </w:p>
          <w:p w:rsidR="00835A90" w:rsidRPr="00835A90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K. Gruszecki, Ustawa o ochronie przyrody. Komentarz, Wolters Kluwer, Warszawa 2017 lub LEX 2020.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2EBC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342" w:rsidRDefault="001C5342" w:rsidP="00C16ABF">
      <w:pPr>
        <w:spacing w:after="0" w:line="240" w:lineRule="auto"/>
      </w:pPr>
      <w:r>
        <w:separator/>
      </w:r>
    </w:p>
  </w:endnote>
  <w:endnote w:type="continuationSeparator" w:id="0">
    <w:p w:rsidR="001C5342" w:rsidRDefault="001C53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342" w:rsidRDefault="001C5342" w:rsidP="00C16ABF">
      <w:pPr>
        <w:spacing w:after="0" w:line="240" w:lineRule="auto"/>
      </w:pPr>
      <w:r>
        <w:separator/>
      </w:r>
    </w:p>
  </w:footnote>
  <w:footnote w:type="continuationSeparator" w:id="0">
    <w:p w:rsidR="001C5342" w:rsidRDefault="001C5342" w:rsidP="00C16ABF">
      <w:pPr>
        <w:spacing w:after="0" w:line="240" w:lineRule="auto"/>
      </w:pPr>
      <w:r>
        <w:continuationSeparator/>
      </w:r>
    </w:p>
  </w:footnote>
  <w:footnote w:id="1">
    <w:p w:rsidR="00B24C6E" w:rsidRDefault="00B24C6E" w:rsidP="00B24C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B81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534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167"/>
    <w:rsid w:val="00346FE9"/>
    <w:rsid w:val="0034759A"/>
    <w:rsid w:val="003503F6"/>
    <w:rsid w:val="003530DD"/>
    <w:rsid w:val="00363F78"/>
    <w:rsid w:val="00367A7A"/>
    <w:rsid w:val="003A0A5B"/>
    <w:rsid w:val="003A1176"/>
    <w:rsid w:val="003B2EBC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A03"/>
    <w:rsid w:val="00647FA8"/>
    <w:rsid w:val="00650C5F"/>
    <w:rsid w:val="00654934"/>
    <w:rsid w:val="006620D9"/>
    <w:rsid w:val="00671958"/>
    <w:rsid w:val="00675843"/>
    <w:rsid w:val="00676775"/>
    <w:rsid w:val="00696477"/>
    <w:rsid w:val="006B503E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AA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3F9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EE8"/>
    <w:rsid w:val="00983469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65"/>
    <w:rsid w:val="00B06142"/>
    <w:rsid w:val="00B135B1"/>
    <w:rsid w:val="00B24C6E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52C5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E63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6389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DABD2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2782B-619B-499A-A437-03E9F79A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2021-03-30T12:13:00Z</dcterms:created>
  <dcterms:modified xsi:type="dcterms:W3CDTF">2021-03-30T12:13:00Z</dcterms:modified>
</cp:coreProperties>
</file>